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532E85A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</w:t>
      </w:r>
      <w:r w:rsidR="00C56553">
        <w:rPr>
          <w:rFonts w:ascii="Corbel" w:hAnsi="Corbel"/>
          <w:iCs/>
          <w:smallCaps/>
          <w:sz w:val="24"/>
          <w:szCs w:val="24"/>
        </w:rPr>
        <w:t>2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</w:t>
      </w:r>
      <w:r w:rsidR="00C56553">
        <w:rPr>
          <w:rFonts w:ascii="Corbel" w:hAnsi="Corbel"/>
          <w:iCs/>
          <w:smallCaps/>
          <w:sz w:val="24"/>
          <w:szCs w:val="24"/>
        </w:rPr>
        <w:t>5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477816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</w:t>
      </w:r>
      <w:r w:rsidR="00C56553">
        <w:rPr>
          <w:rFonts w:ascii="Corbel" w:hAnsi="Corbel"/>
          <w:sz w:val="20"/>
          <w:szCs w:val="20"/>
        </w:rPr>
        <w:t>4</w:t>
      </w:r>
      <w:r w:rsidR="00D836DC">
        <w:rPr>
          <w:rFonts w:ascii="Corbel" w:hAnsi="Corbel"/>
          <w:sz w:val="20"/>
          <w:szCs w:val="20"/>
        </w:rPr>
        <w:t>/202</w:t>
      </w:r>
      <w:r w:rsidR="00C56553">
        <w:rPr>
          <w:rFonts w:ascii="Corbel" w:hAnsi="Corbel"/>
          <w:sz w:val="20"/>
          <w:szCs w:val="20"/>
        </w:rPr>
        <w:t>5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2ADEC6E7" w:rsidR="0085747A" w:rsidRPr="009C54AE" w:rsidRDefault="00C53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31D816B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A56E860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70644427" w:rsidR="0085747A" w:rsidRPr="009C54AE" w:rsidRDefault="008E0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565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0D3D5BD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38561A05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71AD6C5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C428E8">
        <w:rPr>
          <w:rFonts w:ascii="Corbel" w:hAnsi="Corbel"/>
          <w:b w:val="0"/>
          <w:smallCaps w:val="0"/>
          <w:szCs w:val="24"/>
        </w:rPr>
        <w:t>z oceną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0BE4BBD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3BA6">
        <w:rPr>
          <w:rFonts w:ascii="Corbel" w:hAnsi="Corbel"/>
          <w:color w:val="000000" w:themeColor="text1"/>
          <w:sz w:val="24"/>
          <w:szCs w:val="24"/>
        </w:rPr>
        <w:t xml:space="preserve">Problematyka ćwiczeń </w:t>
      </w:r>
      <w:r w:rsidRPr="009C54AE">
        <w:rPr>
          <w:rFonts w:ascii="Corbel" w:hAnsi="Corbel"/>
          <w:sz w:val="24"/>
          <w:szCs w:val="24"/>
        </w:rPr>
        <w:t>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33E5B202" w:rsidR="0085747A" w:rsidRPr="00FD00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D1A" w:rsidRPr="009C54AE" w14:paraId="581BC513" w14:textId="77777777" w:rsidTr="006F4C41">
        <w:tc>
          <w:tcPr>
            <w:tcW w:w="1985" w:type="dxa"/>
          </w:tcPr>
          <w:p w14:paraId="25B3CD80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31DC39C4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00D3CAE8" w14:textId="7B543D02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w.,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4F9B3B95" w14:textId="77777777" w:rsidTr="006F4C41">
        <w:tc>
          <w:tcPr>
            <w:tcW w:w="1985" w:type="dxa"/>
          </w:tcPr>
          <w:p w14:paraId="3C645CD8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29124879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572F60A3" w14:textId="71857CB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3D73164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7AEFC66E" w14:textId="017C241B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442A6909" w14:textId="77777777" w:rsidTr="006F4C41">
        <w:tc>
          <w:tcPr>
            <w:tcW w:w="1985" w:type="dxa"/>
          </w:tcPr>
          <w:p w14:paraId="17A50168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032BB21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4CC53260" w14:textId="177FA11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7E1FDF89" w14:textId="77777777" w:rsidTr="006F4C41">
        <w:tc>
          <w:tcPr>
            <w:tcW w:w="1985" w:type="dxa"/>
          </w:tcPr>
          <w:p w14:paraId="2A0C6825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3823FBD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w.,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5A1DA38B" w14:textId="77777777" w:rsidTr="006F4C41">
        <w:tc>
          <w:tcPr>
            <w:tcW w:w="1985" w:type="dxa"/>
          </w:tcPr>
          <w:p w14:paraId="27CF8AAD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07C4B8" w14:textId="3F372D54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2512B7B0" w14:textId="6D9D971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34F3CFD3" w:rsidR="00923D7D" w:rsidRPr="004F3BA6" w:rsidRDefault="00C533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bookmarkStart w:id="0" w:name="_GoBack"/>
            <w:r w:rsidRPr="004F3B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Ćwiczenia:</w:t>
            </w:r>
            <w:r w:rsidR="00B8110C" w:rsidRPr="004F3B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kolokwium</w:t>
            </w:r>
          </w:p>
          <w:bookmarkEnd w:id="0"/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3A0936D5" w:rsidR="00C61DC5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446044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43A473" w14:textId="400A5F3A" w:rsidR="00D707FC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3C8EFB91" w14:textId="5BBE0751" w:rsidR="00D707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CE43C2" w14:textId="77777777" w:rsidR="00C61DC5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C60943C" w14:textId="17FCFD4B" w:rsidR="00C53377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</w:tc>
        <w:tc>
          <w:tcPr>
            <w:tcW w:w="4677" w:type="dxa"/>
          </w:tcPr>
          <w:p w14:paraId="63A200A8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E615BB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44E497" w14:textId="77777777" w:rsidR="00C61DC5" w:rsidRDefault="00B950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707FC">
              <w:rPr>
                <w:rFonts w:ascii="Corbel" w:hAnsi="Corbel"/>
                <w:sz w:val="24"/>
                <w:szCs w:val="24"/>
              </w:rPr>
              <w:t>0</w:t>
            </w:r>
          </w:p>
          <w:p w14:paraId="60239B56" w14:textId="5D6C1EFF" w:rsidR="00C53377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0998689" w:rsidR="0085747A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8110C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3831D996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</w:t>
            </w:r>
            <w:r w:rsidR="00C940B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2E2CCF">
              <w:rPr>
                <w:rFonts w:ascii="Corbel" w:hAnsi="Corbel"/>
                <w:b w:val="0"/>
                <w:smallCaps w:val="0"/>
                <w:szCs w:val="24"/>
              </w:rPr>
              <w:t>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646218CF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225E9910" w14:textId="35E27815" w:rsidR="00F33430" w:rsidRPr="00F33430" w:rsidRDefault="00F33430" w:rsidP="002E2CCF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</w:pPr>
            <w:proofErr w:type="spellStart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Kijak</w:t>
            </w:r>
            <w:proofErr w:type="spellEnd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 (2020), Sexual and mar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ital relationship satisfaction in parents of children with disabilities,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International Journal of Special Education, T.35, s.41-51.</w:t>
            </w:r>
          </w:p>
          <w:p w14:paraId="5E589F49" w14:textId="7FF0DE6D" w:rsidR="0085747A" w:rsidRPr="00F33430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DDF16" w14:textId="77777777" w:rsidR="00385E5F" w:rsidRDefault="00385E5F" w:rsidP="00C16ABF">
      <w:pPr>
        <w:spacing w:after="0" w:line="240" w:lineRule="auto"/>
      </w:pPr>
      <w:r>
        <w:separator/>
      </w:r>
    </w:p>
  </w:endnote>
  <w:endnote w:type="continuationSeparator" w:id="0">
    <w:p w14:paraId="1DABC372" w14:textId="77777777" w:rsidR="00385E5F" w:rsidRDefault="00385E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1F4AD" w14:textId="77777777" w:rsidR="00385E5F" w:rsidRDefault="00385E5F" w:rsidP="00C16ABF">
      <w:pPr>
        <w:spacing w:after="0" w:line="240" w:lineRule="auto"/>
      </w:pPr>
      <w:r>
        <w:separator/>
      </w:r>
    </w:p>
  </w:footnote>
  <w:footnote w:type="continuationSeparator" w:id="0">
    <w:p w14:paraId="7B577DA3" w14:textId="77777777" w:rsidR="00385E5F" w:rsidRDefault="00385E5F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B0E"/>
    <w:rsid w:val="00346FE9"/>
    <w:rsid w:val="0034759A"/>
    <w:rsid w:val="003503F6"/>
    <w:rsid w:val="003530DD"/>
    <w:rsid w:val="00363F78"/>
    <w:rsid w:val="00385E5F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3BA6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553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6CA"/>
    <w:rsid w:val="0061029B"/>
    <w:rsid w:val="00617230"/>
    <w:rsid w:val="00621CE1"/>
    <w:rsid w:val="00627FC9"/>
    <w:rsid w:val="00635EB6"/>
    <w:rsid w:val="00647FA8"/>
    <w:rsid w:val="00650C5F"/>
    <w:rsid w:val="00654934"/>
    <w:rsid w:val="00656972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A4F"/>
    <w:rsid w:val="008C5147"/>
    <w:rsid w:val="008C5359"/>
    <w:rsid w:val="008C5363"/>
    <w:rsid w:val="008D3986"/>
    <w:rsid w:val="008D3DFB"/>
    <w:rsid w:val="008E047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27F"/>
    <w:rsid w:val="00AD27D3"/>
    <w:rsid w:val="00AD66D6"/>
    <w:rsid w:val="00AE1160"/>
    <w:rsid w:val="00AE203C"/>
    <w:rsid w:val="00AE2E74"/>
    <w:rsid w:val="00AE5FCB"/>
    <w:rsid w:val="00AF2C1E"/>
    <w:rsid w:val="00B048FC"/>
    <w:rsid w:val="00B06142"/>
    <w:rsid w:val="00B12F18"/>
    <w:rsid w:val="00B135B1"/>
    <w:rsid w:val="00B3130B"/>
    <w:rsid w:val="00B35C26"/>
    <w:rsid w:val="00B40ADB"/>
    <w:rsid w:val="00B43B77"/>
    <w:rsid w:val="00B43E80"/>
    <w:rsid w:val="00B607DB"/>
    <w:rsid w:val="00B66529"/>
    <w:rsid w:val="00B75946"/>
    <w:rsid w:val="00B8056E"/>
    <w:rsid w:val="00B8110C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428E8"/>
    <w:rsid w:val="00C53377"/>
    <w:rsid w:val="00C56036"/>
    <w:rsid w:val="00C56553"/>
    <w:rsid w:val="00C61DC5"/>
    <w:rsid w:val="00C67E92"/>
    <w:rsid w:val="00C70A26"/>
    <w:rsid w:val="00C766DF"/>
    <w:rsid w:val="00C940B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D1A"/>
    <w:rsid w:val="00D552B2"/>
    <w:rsid w:val="00D608D1"/>
    <w:rsid w:val="00D62711"/>
    <w:rsid w:val="00D707FC"/>
    <w:rsid w:val="00D74119"/>
    <w:rsid w:val="00D76513"/>
    <w:rsid w:val="00D8075B"/>
    <w:rsid w:val="00D836DC"/>
    <w:rsid w:val="00D8678B"/>
    <w:rsid w:val="00D92DF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33430"/>
    <w:rsid w:val="00F4650D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15359A2-C3F4-4297-9327-AE444AB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09A39-D2BB-4A2D-9922-7FF70C25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2019-12-06T10:05:00Z</cp:lastPrinted>
  <dcterms:created xsi:type="dcterms:W3CDTF">2019-11-20T17:01:00Z</dcterms:created>
  <dcterms:modified xsi:type="dcterms:W3CDTF">2023-01-20T09:23:00Z</dcterms:modified>
</cp:coreProperties>
</file>